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2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5"/>
      </w:tblGrid>
      <w:tr w:rsidR="004614D0">
        <w:trPr>
          <w:cantSplit/>
          <w:trHeight w:val="1020"/>
        </w:trPr>
        <w:tc>
          <w:tcPr>
            <w:tcW w:w="9525" w:type="dxa"/>
          </w:tcPr>
          <w:p w:rsidR="00DF79C5" w:rsidRPr="001B2E5F" w:rsidRDefault="00DF79C5" w:rsidP="00DF79C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B2E5F">
              <w:rPr>
                <w:b/>
                <w:bCs/>
              </w:rPr>
              <w:t>INFOTEHNOLOOGIAOSAKONNA JUHATAJA</w:t>
            </w:r>
          </w:p>
          <w:p w:rsidR="00DF79C5" w:rsidRPr="001B2E5F" w:rsidRDefault="00DF79C5" w:rsidP="00DF79C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B2E5F">
              <w:rPr>
                <w:b/>
                <w:bCs/>
              </w:rPr>
              <w:t>KÄSKKIRI</w:t>
            </w:r>
          </w:p>
          <w:p w:rsidR="004614D0" w:rsidRDefault="004614D0"/>
          <w:p w:rsidR="004614D0" w:rsidRDefault="00A31307" w:rsidP="00872F80">
            <w:pPr>
              <w:tabs>
                <w:tab w:val="left" w:pos="5216"/>
              </w:tabs>
            </w:pPr>
            <w:proofErr w:type="spellStart"/>
            <w:r>
              <w:t>Talinn</w:t>
            </w:r>
            <w:proofErr w:type="spellEnd"/>
            <w:r w:rsidR="00872F80">
              <w:tab/>
              <w:t xml:space="preserve">               </w:t>
            </w:r>
            <w:r w:rsidR="00BB3B82">
              <w:t>24</w:t>
            </w:r>
            <w:r w:rsidR="004614D0">
              <w:t xml:space="preserve">. </w:t>
            </w:r>
            <w:r w:rsidR="00BB3B82">
              <w:t>oktoober 2018</w:t>
            </w:r>
            <w:r w:rsidR="002B4A4F">
              <w:t xml:space="preserve"> </w:t>
            </w:r>
            <w:r w:rsidR="004614D0">
              <w:t>nr. 1-5/</w:t>
            </w:r>
            <w:r w:rsidR="001839C5">
              <w:t>95</w:t>
            </w:r>
          </w:p>
        </w:tc>
      </w:tr>
      <w:tr w:rsidR="004614D0">
        <w:trPr>
          <w:cantSplit/>
          <w:trHeight w:val="414"/>
        </w:trPr>
        <w:tc>
          <w:tcPr>
            <w:tcW w:w="9525" w:type="dxa"/>
            <w:tcBorders>
              <w:bottom w:val="nil"/>
            </w:tcBorders>
          </w:tcPr>
          <w:p w:rsidR="004614D0" w:rsidRDefault="004614D0">
            <w:pPr>
              <w:pStyle w:val="Pealkiri4"/>
              <w:framePr w:w="0" w:hRule="auto" w:wrap="auto" w:vAnchor="margin" w:hAnchor="text" w:xAlign="left" w:yAlign="inline"/>
            </w:pPr>
          </w:p>
        </w:tc>
      </w:tr>
    </w:tbl>
    <w:p w:rsidR="004614D0" w:rsidRDefault="001A1012" w:rsidP="002C3BEB">
      <w:pPr>
        <w:framePr w:w="9526" w:h="1364" w:hRule="exact" w:wrap="notBeside" w:vAnchor="page" w:hAnchor="page" w:x="1552" w:y="905"/>
        <w:ind w:left="5440" w:firstLine="1081"/>
        <w:rPr>
          <w:sz w:val="12"/>
        </w:rPr>
      </w:pPr>
      <w:r>
        <w:rPr>
          <w:sz w:val="12"/>
        </w:rPr>
        <w:pict w14:anchorId="623FDC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4pt;height:42.6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</v:shape>
        </w:pict>
      </w:r>
    </w:p>
    <w:p w:rsidR="004614D0" w:rsidRDefault="004614D0">
      <w:pPr>
        <w:sectPr w:rsidR="004614D0">
          <w:headerReference w:type="default" r:id="rId9"/>
          <w:footerReference w:type="default" r:id="rId10"/>
          <w:headerReference w:type="first" r:id="rId11"/>
          <w:pgSz w:w="11906" w:h="16838" w:code="9"/>
          <w:pgMar w:top="2268" w:right="680" w:bottom="426" w:left="1701" w:header="454" w:footer="567" w:gutter="0"/>
          <w:cols w:space="708"/>
          <w:titlePg/>
        </w:sectPr>
      </w:pPr>
    </w:p>
    <w:p w:rsidR="004614D0" w:rsidRDefault="004614D0"/>
    <w:p w:rsidR="004614D0" w:rsidRDefault="004614D0">
      <w:pPr>
        <w:pStyle w:val="Pealkiri1"/>
        <w:rPr>
          <w:bCs/>
          <w:kern w:val="0"/>
        </w:rPr>
      </w:pPr>
    </w:p>
    <w:p w:rsidR="00BB3B82" w:rsidRPr="00BB3B82" w:rsidRDefault="00BB3B82" w:rsidP="00BB3B82">
      <w:pPr>
        <w:rPr>
          <w:b/>
          <w:bCs/>
        </w:rPr>
      </w:pPr>
      <w:r w:rsidRPr="00BB3B82">
        <w:rPr>
          <w:b/>
          <w:bCs/>
        </w:rPr>
        <w:t xml:space="preserve">Varade 2018. aasta inventuuri läbiviimine </w:t>
      </w:r>
    </w:p>
    <w:p w:rsidR="004614D0" w:rsidRDefault="00BB3B82" w:rsidP="00BB3B82">
      <w:r w:rsidRPr="00BB3B82">
        <w:rPr>
          <w:b/>
          <w:bCs/>
        </w:rPr>
        <w:t>Infotehnoloogia osakonnas</w:t>
      </w:r>
      <w:bookmarkStart w:id="0" w:name="_GoBack"/>
      <w:bookmarkEnd w:id="0"/>
    </w:p>
    <w:p w:rsidR="004614D0" w:rsidRDefault="004614D0"/>
    <w:p w:rsidR="002B4A4F" w:rsidRDefault="002B4A4F" w:rsidP="002B4A4F">
      <w:pPr>
        <w:jc w:val="both"/>
      </w:pPr>
      <w:r>
        <w:t xml:space="preserve">Vastavalt RMK juhatuse esimehe </w:t>
      </w:r>
      <w:r w:rsidR="008356A7" w:rsidRPr="008356A7">
        <w:t>02.10.2018.a käskkirja</w:t>
      </w:r>
      <w:r w:rsidR="008356A7">
        <w:t>le</w:t>
      </w:r>
      <w:r w:rsidR="008356A7" w:rsidRPr="008356A7">
        <w:t xml:space="preserve"> nr 1-5/82 “RMK valduses oleva vara (põhivara, bilansivälise vara, sh väikevara) 2018. aasta inventuuri läbiviimine“</w:t>
      </w:r>
    </w:p>
    <w:p w:rsidR="008356A7" w:rsidRDefault="008356A7" w:rsidP="002B4A4F">
      <w:pPr>
        <w:jc w:val="both"/>
      </w:pPr>
    </w:p>
    <w:p w:rsidR="002B4A4F" w:rsidRDefault="002B4A4F" w:rsidP="002B4A4F">
      <w:pPr>
        <w:jc w:val="both"/>
      </w:pPr>
      <w:r>
        <w:t>1. M o o d u s t a n infotehnoloogiaosakonna valduses oleva</w:t>
      </w:r>
      <w:r w:rsidR="008356A7">
        <w:t xml:space="preserve"> vara 2018</w:t>
      </w:r>
      <w:r>
        <w:t>. aasta inventuuri läbiviimiseks komisjoni järgmises koosseisus:</w:t>
      </w:r>
    </w:p>
    <w:p w:rsidR="002B4A4F" w:rsidRDefault="002B4A4F" w:rsidP="002B4A4F">
      <w:pPr>
        <w:jc w:val="both"/>
      </w:pPr>
    </w:p>
    <w:p w:rsidR="002B4A4F" w:rsidRDefault="002B4A4F" w:rsidP="002B4A4F">
      <w:pPr>
        <w:jc w:val="both"/>
      </w:pPr>
      <w:r>
        <w:t>komisjoni esimees – Meelika Meen</w:t>
      </w:r>
      <w:r w:rsidR="00872F80">
        <w:t>o</w:t>
      </w:r>
      <w:r>
        <w:t xml:space="preserve">v </w:t>
      </w:r>
      <w:proofErr w:type="spellStart"/>
      <w:r>
        <w:t>helpdeski</w:t>
      </w:r>
      <w:proofErr w:type="spellEnd"/>
      <w:r>
        <w:t xml:space="preserve"> administraator</w:t>
      </w:r>
    </w:p>
    <w:p w:rsidR="002B4A4F" w:rsidRDefault="002B4A4F" w:rsidP="002B4A4F">
      <w:pPr>
        <w:jc w:val="both"/>
      </w:pPr>
      <w:r>
        <w:t>komisjoni liige – Karl Erik Sahtel arvutispetsialist</w:t>
      </w:r>
    </w:p>
    <w:p w:rsidR="002B4A4F" w:rsidRDefault="002B4A4F" w:rsidP="002B4A4F">
      <w:pPr>
        <w:jc w:val="both"/>
      </w:pPr>
      <w:r>
        <w:t xml:space="preserve">komisjoni liige </w:t>
      </w:r>
      <w:r w:rsidR="007D62B0" w:rsidRPr="007D62B0">
        <w:t xml:space="preserve">– </w:t>
      </w:r>
      <w:r>
        <w:t xml:space="preserve"> Joel Schelejev laivõrgu administraator</w:t>
      </w:r>
    </w:p>
    <w:p w:rsidR="002B4A4F" w:rsidRDefault="002B4A4F" w:rsidP="002B4A4F">
      <w:pPr>
        <w:jc w:val="both"/>
      </w:pPr>
    </w:p>
    <w:p w:rsidR="002B4A4F" w:rsidRDefault="002B4A4F" w:rsidP="002B4A4F">
      <w:pPr>
        <w:jc w:val="both"/>
      </w:pPr>
      <w:r>
        <w:t>Inventeeritava vara eest vastutav isik osaleb tema valduses oleva vara inventeerimise osas selgituse andjana.</w:t>
      </w:r>
    </w:p>
    <w:p w:rsidR="002B4A4F" w:rsidRDefault="002B4A4F" w:rsidP="002B4A4F">
      <w:pPr>
        <w:jc w:val="both"/>
      </w:pPr>
    </w:p>
    <w:p w:rsidR="004614D0" w:rsidRDefault="002B4A4F" w:rsidP="002B4A4F">
      <w:pPr>
        <w:jc w:val="both"/>
      </w:pPr>
      <w:r>
        <w:t>2. Vara inv</w:t>
      </w:r>
      <w:r w:rsidR="003E20A8">
        <w:t xml:space="preserve">entuur läbi </w:t>
      </w:r>
      <w:r w:rsidR="001839C5">
        <w:t>viia</w:t>
      </w:r>
      <w:r w:rsidR="001839C5">
        <w:t xml:space="preserve"> </w:t>
      </w:r>
      <w:r w:rsidR="003E20A8">
        <w:t>ajavahemikus 26.</w:t>
      </w:r>
      <w:r>
        <w:t>-</w:t>
      </w:r>
      <w:r w:rsidR="003E20A8">
        <w:t>30. november 2018</w:t>
      </w:r>
      <w:r>
        <w:t>.</w:t>
      </w:r>
      <w:r w:rsidR="00872F80">
        <w:t xml:space="preserve"> a</w:t>
      </w:r>
      <w:r>
        <w:t xml:space="preserve"> </w:t>
      </w:r>
      <w:r w:rsidR="00872F80">
        <w:t xml:space="preserve"> </w:t>
      </w:r>
      <w:r>
        <w:t xml:space="preserve"> 31. oktoobri 201</w:t>
      </w:r>
      <w:r w:rsidR="003E20A8">
        <w:t>8</w:t>
      </w:r>
      <w:r>
        <w:t>. a. seisuga.</w:t>
      </w:r>
    </w:p>
    <w:p w:rsidR="004614D0" w:rsidRDefault="004614D0">
      <w:pPr>
        <w:jc w:val="both"/>
      </w:pPr>
    </w:p>
    <w:p w:rsidR="004614D0" w:rsidRDefault="004614D0">
      <w:pPr>
        <w:jc w:val="both"/>
      </w:pPr>
      <w:r>
        <w:t xml:space="preserve"> </w:t>
      </w:r>
    </w:p>
    <w:p w:rsidR="00873C20" w:rsidRDefault="00873C20">
      <w:pPr>
        <w:jc w:val="both"/>
      </w:pPr>
    </w:p>
    <w:p w:rsidR="00873C20" w:rsidRDefault="00873C20">
      <w:pPr>
        <w:jc w:val="both"/>
      </w:pPr>
    </w:p>
    <w:p w:rsidR="00873C20" w:rsidRDefault="00873C20">
      <w:pPr>
        <w:jc w:val="both"/>
      </w:pPr>
    </w:p>
    <w:p w:rsidR="004614D0" w:rsidRDefault="004614D0">
      <w:pPr>
        <w:jc w:val="both"/>
      </w:pPr>
    </w:p>
    <w:p w:rsidR="004614D0" w:rsidRDefault="00531DB3">
      <w:r>
        <w:t>Jaan Schults</w:t>
      </w:r>
    </w:p>
    <w:p w:rsidR="004614D0" w:rsidRDefault="00531DB3">
      <w:pPr>
        <w:jc w:val="both"/>
      </w:pPr>
      <w:r>
        <w:t xml:space="preserve">Infotehnoloogiaosakonna </w:t>
      </w:r>
      <w:r w:rsidR="00873C20">
        <w:t>juhataja</w:t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</w:p>
    <w:p w:rsidR="004614D0" w:rsidRDefault="004614D0">
      <w:pPr>
        <w:jc w:val="both"/>
      </w:pPr>
    </w:p>
    <w:p w:rsidR="004614D0" w:rsidRDefault="004614D0">
      <w:pPr>
        <w:jc w:val="both"/>
      </w:pPr>
    </w:p>
    <w:p w:rsidR="00024A8A" w:rsidRDefault="00024A8A">
      <w:pPr>
        <w:jc w:val="both"/>
      </w:pPr>
    </w:p>
    <w:p w:rsidR="004614D0" w:rsidRDefault="004614D0">
      <w:pPr>
        <w:tabs>
          <w:tab w:val="left" w:pos="1985"/>
        </w:tabs>
        <w:jc w:val="both"/>
      </w:pPr>
      <w:r>
        <w:t xml:space="preserve">Jaotuskava: </w:t>
      </w:r>
      <w:r w:rsidR="002B4A4F" w:rsidRPr="002B4A4F">
        <w:t>infotehnoloogiaosakond, Taimi Nõlvak, Valentina Saar</w:t>
      </w:r>
      <w:r w:rsidR="002B4A4F">
        <w:t>.</w:t>
      </w: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sectPr w:rsidR="004614D0"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680" w:bottom="56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012" w:rsidRDefault="001A1012">
      <w:r>
        <w:separator/>
      </w:r>
    </w:p>
  </w:endnote>
  <w:endnote w:type="continuationSeparator" w:id="0">
    <w:p w:rsidR="001A1012" w:rsidRDefault="001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F6" w:rsidRDefault="005F37F6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F6" w:rsidRDefault="005F37F6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F6" w:rsidRDefault="005F37F6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012" w:rsidRDefault="001A1012">
      <w:r>
        <w:separator/>
      </w:r>
    </w:p>
  </w:footnote>
  <w:footnote w:type="continuationSeparator" w:id="0">
    <w:p w:rsidR="001A1012" w:rsidRDefault="001A1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F6" w:rsidRDefault="005F37F6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F6" w:rsidRDefault="005F37F6">
    <w:pPr>
      <w:framePr w:w="3289" w:h="851" w:wrap="around" w:vAnchor="page" w:hAnchor="page" w:x="8052" w:y="625"/>
      <w:rPr>
        <w:spacing w:val="0"/>
        <w:position w:val="0"/>
      </w:rPr>
    </w:pPr>
  </w:p>
  <w:p w:rsidR="005F37F6" w:rsidRDefault="005F37F6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F6" w:rsidRDefault="005F37F6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3DF"/>
    <w:rsid w:val="00024A8A"/>
    <w:rsid w:val="00067F41"/>
    <w:rsid w:val="00074A47"/>
    <w:rsid w:val="001225C4"/>
    <w:rsid w:val="001839C5"/>
    <w:rsid w:val="001A1012"/>
    <w:rsid w:val="001A42B2"/>
    <w:rsid w:val="002B4A4F"/>
    <w:rsid w:val="002C3BEB"/>
    <w:rsid w:val="00377268"/>
    <w:rsid w:val="003E20A8"/>
    <w:rsid w:val="004614D0"/>
    <w:rsid w:val="004A32C8"/>
    <w:rsid w:val="004C28C0"/>
    <w:rsid w:val="004E3D64"/>
    <w:rsid w:val="00531DB3"/>
    <w:rsid w:val="00565E54"/>
    <w:rsid w:val="00595C0F"/>
    <w:rsid w:val="005C14A9"/>
    <w:rsid w:val="005D0282"/>
    <w:rsid w:val="005F37F6"/>
    <w:rsid w:val="00616BDF"/>
    <w:rsid w:val="00662035"/>
    <w:rsid w:val="006A43DF"/>
    <w:rsid w:val="00753648"/>
    <w:rsid w:val="00765567"/>
    <w:rsid w:val="007D62B0"/>
    <w:rsid w:val="00830DDD"/>
    <w:rsid w:val="008356A7"/>
    <w:rsid w:val="00872F80"/>
    <w:rsid w:val="00873C20"/>
    <w:rsid w:val="008C647B"/>
    <w:rsid w:val="008F0A80"/>
    <w:rsid w:val="009973D4"/>
    <w:rsid w:val="00A31307"/>
    <w:rsid w:val="00A37CE3"/>
    <w:rsid w:val="00B17AC2"/>
    <w:rsid w:val="00B76CD8"/>
    <w:rsid w:val="00BB3B82"/>
    <w:rsid w:val="00C9636F"/>
    <w:rsid w:val="00DD239F"/>
    <w:rsid w:val="00DF79C5"/>
    <w:rsid w:val="00E41517"/>
    <w:rsid w:val="00F74CBC"/>
    <w:rsid w:val="00F9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Pealkiri5">
    <w:name w:val="heading 5"/>
    <w:basedOn w:val="Normaallaad"/>
    <w:next w:val="Normaallaad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tabs>
        <w:tab w:val="left" w:pos="1985"/>
      </w:tabs>
      <w:jc w:val="both"/>
    </w:pPr>
    <w:rPr>
      <w:rFonts w:ascii="Arial" w:hAnsi="Arial"/>
      <w:spacing w:val="0"/>
      <w:positio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erstinav\Local%20Settings\Temporary%20Internet%20Files\OLK5\k&#228;skkiri1_1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käskkiri1_1</Template>
  <TotalTime>12</TotalTime>
  <Pages>1</Pages>
  <Words>146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DF Ltd., Parnu mnt 154, 11317 Tallinn, Estonia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Kerstinav</dc:creator>
  <dc:description>Version 1.0, Nov 2003</dc:description>
  <cp:lastModifiedBy>Jaan Schults</cp:lastModifiedBy>
  <cp:revision>3</cp:revision>
  <cp:lastPrinted>2008-11-06T06:15:00Z</cp:lastPrinted>
  <dcterms:created xsi:type="dcterms:W3CDTF">2018-10-24T12:25:00Z</dcterms:created>
  <dcterms:modified xsi:type="dcterms:W3CDTF">2018-10-24T12:42:00Z</dcterms:modified>
</cp:coreProperties>
</file>